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9C" w:rsidRDefault="005E279C" w:rsidP="003859C3">
      <w:pPr>
        <w:rPr>
          <w:rFonts w:ascii="宋体" w:cs="宋体"/>
          <w:bCs/>
          <w:kern w:val="0"/>
          <w:sz w:val="28"/>
          <w:szCs w:val="28"/>
        </w:rPr>
      </w:pPr>
      <w:r>
        <w:rPr>
          <w:rFonts w:eastAsia="黑体" w:hint="eastAsia"/>
          <w:sz w:val="28"/>
          <w:szCs w:val="28"/>
        </w:rPr>
        <w:t>附件</w:t>
      </w:r>
      <w:r>
        <w:rPr>
          <w:rFonts w:eastAsia="黑体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：</w:t>
      </w:r>
    </w:p>
    <w:p w:rsidR="005E279C" w:rsidRPr="007535FF" w:rsidRDefault="005E279C" w:rsidP="007535FF">
      <w:pPr>
        <w:spacing w:line="480" w:lineRule="exact"/>
        <w:jc w:val="center"/>
        <w:rPr>
          <w:rFonts w:ascii="宋体" w:cs="宋体"/>
          <w:b/>
          <w:bCs/>
          <w:kern w:val="0"/>
          <w:sz w:val="32"/>
          <w:szCs w:val="32"/>
        </w:rPr>
      </w:pPr>
      <w:r w:rsidRPr="007535FF">
        <w:rPr>
          <w:rFonts w:ascii="宋体" w:hAnsi="宋体" w:cs="宋体" w:hint="eastAsia"/>
          <w:b/>
          <w:bCs/>
          <w:kern w:val="0"/>
          <w:sz w:val="32"/>
          <w:szCs w:val="32"/>
        </w:rPr>
        <w:t>江苏开放大学（江苏城市职业学院）固定资产报损</w:t>
      </w:r>
      <w:bookmarkStart w:id="0" w:name="_GoBack"/>
      <w:bookmarkEnd w:id="0"/>
      <w:r w:rsidRPr="007535FF">
        <w:rPr>
          <w:rFonts w:ascii="宋体" w:hAnsi="宋体" w:cs="宋体" w:hint="eastAsia"/>
          <w:b/>
          <w:bCs/>
          <w:kern w:val="0"/>
          <w:sz w:val="32"/>
          <w:szCs w:val="32"/>
        </w:rPr>
        <w:t>报废</w:t>
      </w:r>
    </w:p>
    <w:p w:rsidR="005E279C" w:rsidRPr="007535FF" w:rsidRDefault="005E279C" w:rsidP="007535FF">
      <w:pPr>
        <w:spacing w:line="480" w:lineRule="exact"/>
        <w:jc w:val="center"/>
        <w:rPr>
          <w:rFonts w:ascii="宋体" w:cs="宋体"/>
          <w:b/>
          <w:bCs/>
          <w:kern w:val="0"/>
          <w:sz w:val="44"/>
          <w:szCs w:val="44"/>
        </w:rPr>
      </w:pPr>
      <w:r w:rsidRPr="007535FF">
        <w:rPr>
          <w:rFonts w:ascii="宋体" w:hAnsi="宋体" w:cs="宋体" w:hint="eastAsia"/>
          <w:b/>
          <w:bCs/>
          <w:kern w:val="0"/>
          <w:sz w:val="44"/>
          <w:szCs w:val="44"/>
        </w:rPr>
        <w:t>技术鉴定表</w:t>
      </w:r>
    </w:p>
    <w:tbl>
      <w:tblPr>
        <w:tblpPr w:leftFromText="180" w:rightFromText="180" w:vertAnchor="page" w:horzAnchor="margin" w:tblpY="3469"/>
        <w:tblW w:w="8928" w:type="dxa"/>
        <w:tblLook w:val="00A0"/>
      </w:tblPr>
      <w:tblGrid>
        <w:gridCol w:w="781"/>
        <w:gridCol w:w="1095"/>
        <w:gridCol w:w="113"/>
        <w:gridCol w:w="1059"/>
        <w:gridCol w:w="313"/>
        <w:gridCol w:w="737"/>
        <w:gridCol w:w="448"/>
        <w:gridCol w:w="917"/>
        <w:gridCol w:w="508"/>
        <w:gridCol w:w="857"/>
        <w:gridCol w:w="658"/>
        <w:gridCol w:w="1442"/>
      </w:tblGrid>
      <w:tr w:rsidR="005E279C" w:rsidRPr="000B57D0" w:rsidTr="009E35F1">
        <w:trPr>
          <w:trHeight w:val="5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资产</w:t>
            </w:r>
            <w:r w:rsidRPr="0083341D"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资产编号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9C" w:rsidRPr="0083341D" w:rsidRDefault="005E279C" w:rsidP="0008083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83341D">
              <w:rPr>
                <w:rFonts w:ascii="宋体" w:hAnsi="宋体" w:cs="宋体" w:hint="eastAsia"/>
                <w:kern w:val="0"/>
                <w:szCs w:val="21"/>
              </w:rPr>
              <w:t>数量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83341D">
              <w:rPr>
                <w:rFonts w:ascii="宋体" w:hAnsi="宋体" w:cs="宋体" w:hint="eastAsia"/>
                <w:kern w:val="0"/>
                <w:szCs w:val="21"/>
              </w:rPr>
              <w:t>原值（元）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83341D">
              <w:rPr>
                <w:rFonts w:ascii="宋体" w:hAnsi="宋体" w:cs="宋体" w:hint="eastAsia"/>
                <w:kern w:val="0"/>
                <w:szCs w:val="21"/>
              </w:rPr>
              <w:t>购置时间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83341D">
              <w:rPr>
                <w:rFonts w:ascii="宋体" w:hAnsi="宋体" w:cs="宋体" w:hint="eastAsia"/>
                <w:kern w:val="0"/>
                <w:szCs w:val="21"/>
              </w:rPr>
              <w:t>处置原因</w:t>
            </w: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3341D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3341D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3341D"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3341D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3341D"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3341D"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83341D"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E279C" w:rsidRPr="000B57D0" w:rsidTr="009E35F1">
        <w:trPr>
          <w:trHeight w:val="5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08083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5E279C" w:rsidRPr="000B57D0" w:rsidTr="00274CD3">
        <w:trPr>
          <w:trHeight w:val="567"/>
        </w:trPr>
        <w:tc>
          <w:tcPr>
            <w:tcW w:w="1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9C" w:rsidRPr="0083341D" w:rsidRDefault="005E279C" w:rsidP="009E35F1"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  <w:r w:rsidRPr="0083341D">
              <w:rPr>
                <w:rFonts w:ascii="宋体" w:hAnsi="宋体" w:cs="宋体" w:hint="eastAsia"/>
                <w:kern w:val="0"/>
                <w:szCs w:val="21"/>
              </w:rPr>
              <w:t>合计原值</w:t>
            </w:r>
          </w:p>
        </w:tc>
        <w:tc>
          <w:tcPr>
            <w:tcW w:w="69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79C" w:rsidRPr="0083341D" w:rsidRDefault="005E279C" w:rsidP="0008083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3341D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E279C" w:rsidRPr="000B57D0" w:rsidTr="009E35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1"/>
        </w:trPr>
        <w:tc>
          <w:tcPr>
            <w:tcW w:w="781" w:type="dxa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专家技术鉴定意见</w:t>
            </w:r>
          </w:p>
        </w:tc>
        <w:tc>
          <w:tcPr>
            <w:tcW w:w="8147" w:type="dxa"/>
            <w:gridSpan w:val="11"/>
          </w:tcPr>
          <w:p w:rsidR="005E279C" w:rsidRPr="000B57D0" w:rsidRDefault="005E279C" w:rsidP="00080837"/>
        </w:tc>
      </w:tr>
      <w:tr w:rsidR="005E279C" w:rsidRPr="000B57D0" w:rsidTr="009E35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7"/>
        </w:trPr>
        <w:tc>
          <w:tcPr>
            <w:tcW w:w="781" w:type="dxa"/>
            <w:vMerge w:val="restart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专家签字</w:t>
            </w:r>
          </w:p>
        </w:tc>
        <w:tc>
          <w:tcPr>
            <w:tcW w:w="1095" w:type="dxa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姓名</w:t>
            </w:r>
          </w:p>
        </w:tc>
        <w:tc>
          <w:tcPr>
            <w:tcW w:w="1485" w:type="dxa"/>
            <w:gridSpan w:val="3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职务</w:t>
            </w:r>
          </w:p>
        </w:tc>
        <w:tc>
          <w:tcPr>
            <w:tcW w:w="1185" w:type="dxa"/>
            <w:gridSpan w:val="2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职称</w:t>
            </w:r>
          </w:p>
        </w:tc>
        <w:tc>
          <w:tcPr>
            <w:tcW w:w="1425" w:type="dxa"/>
            <w:gridSpan w:val="2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部门</w:t>
            </w:r>
          </w:p>
        </w:tc>
        <w:tc>
          <w:tcPr>
            <w:tcW w:w="1515" w:type="dxa"/>
            <w:gridSpan w:val="2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专业</w:t>
            </w:r>
          </w:p>
        </w:tc>
        <w:tc>
          <w:tcPr>
            <w:tcW w:w="1442" w:type="dxa"/>
            <w:vAlign w:val="center"/>
          </w:tcPr>
          <w:p w:rsidR="005E279C" w:rsidRPr="000B57D0" w:rsidRDefault="005E279C" w:rsidP="00080837">
            <w:pPr>
              <w:jc w:val="center"/>
            </w:pPr>
            <w:r w:rsidRPr="000B57D0">
              <w:rPr>
                <w:rFonts w:hint="eastAsia"/>
              </w:rPr>
              <w:t>签名</w:t>
            </w:r>
          </w:p>
        </w:tc>
      </w:tr>
      <w:tr w:rsidR="005E279C" w:rsidRPr="000B57D0" w:rsidTr="003A3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2"/>
        </w:trPr>
        <w:tc>
          <w:tcPr>
            <w:tcW w:w="781" w:type="dxa"/>
            <w:vMerge/>
          </w:tcPr>
          <w:p w:rsidR="005E279C" w:rsidRPr="000B57D0" w:rsidRDefault="005E279C" w:rsidP="00080837"/>
        </w:tc>
        <w:tc>
          <w:tcPr>
            <w:tcW w:w="1095" w:type="dxa"/>
          </w:tcPr>
          <w:p w:rsidR="005E279C" w:rsidRPr="000B57D0" w:rsidRDefault="005E279C" w:rsidP="00080837"/>
        </w:tc>
        <w:tc>
          <w:tcPr>
            <w:tcW w:w="1485" w:type="dxa"/>
            <w:gridSpan w:val="3"/>
          </w:tcPr>
          <w:p w:rsidR="005E279C" w:rsidRPr="000B57D0" w:rsidRDefault="005E279C" w:rsidP="00080837"/>
        </w:tc>
        <w:tc>
          <w:tcPr>
            <w:tcW w:w="1185" w:type="dxa"/>
            <w:gridSpan w:val="2"/>
          </w:tcPr>
          <w:p w:rsidR="005E279C" w:rsidRPr="000B57D0" w:rsidRDefault="005E279C" w:rsidP="00080837"/>
        </w:tc>
        <w:tc>
          <w:tcPr>
            <w:tcW w:w="1425" w:type="dxa"/>
            <w:gridSpan w:val="2"/>
          </w:tcPr>
          <w:p w:rsidR="005E279C" w:rsidRPr="000B57D0" w:rsidRDefault="005E279C" w:rsidP="00080837"/>
        </w:tc>
        <w:tc>
          <w:tcPr>
            <w:tcW w:w="1515" w:type="dxa"/>
            <w:gridSpan w:val="2"/>
          </w:tcPr>
          <w:p w:rsidR="005E279C" w:rsidRPr="000B57D0" w:rsidRDefault="005E279C" w:rsidP="00080837"/>
        </w:tc>
        <w:tc>
          <w:tcPr>
            <w:tcW w:w="1442" w:type="dxa"/>
          </w:tcPr>
          <w:p w:rsidR="005E279C" w:rsidRPr="000B57D0" w:rsidRDefault="005E279C" w:rsidP="00080837"/>
        </w:tc>
      </w:tr>
      <w:tr w:rsidR="005E279C" w:rsidRPr="000B57D0" w:rsidTr="009E35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781" w:type="dxa"/>
            <w:vMerge/>
          </w:tcPr>
          <w:p w:rsidR="005E279C" w:rsidRPr="000B57D0" w:rsidRDefault="005E279C" w:rsidP="00080837"/>
        </w:tc>
        <w:tc>
          <w:tcPr>
            <w:tcW w:w="1095" w:type="dxa"/>
          </w:tcPr>
          <w:p w:rsidR="005E279C" w:rsidRPr="000B57D0" w:rsidRDefault="005E279C" w:rsidP="00080837"/>
        </w:tc>
        <w:tc>
          <w:tcPr>
            <w:tcW w:w="1485" w:type="dxa"/>
            <w:gridSpan w:val="3"/>
          </w:tcPr>
          <w:p w:rsidR="005E279C" w:rsidRPr="000B57D0" w:rsidRDefault="005E279C" w:rsidP="00080837"/>
        </w:tc>
        <w:tc>
          <w:tcPr>
            <w:tcW w:w="1185" w:type="dxa"/>
            <w:gridSpan w:val="2"/>
          </w:tcPr>
          <w:p w:rsidR="005E279C" w:rsidRPr="000B57D0" w:rsidRDefault="005E279C" w:rsidP="00080837"/>
        </w:tc>
        <w:tc>
          <w:tcPr>
            <w:tcW w:w="1425" w:type="dxa"/>
            <w:gridSpan w:val="2"/>
          </w:tcPr>
          <w:p w:rsidR="005E279C" w:rsidRPr="000B57D0" w:rsidRDefault="005E279C" w:rsidP="00080837"/>
        </w:tc>
        <w:tc>
          <w:tcPr>
            <w:tcW w:w="1515" w:type="dxa"/>
            <w:gridSpan w:val="2"/>
          </w:tcPr>
          <w:p w:rsidR="005E279C" w:rsidRPr="000B57D0" w:rsidRDefault="005E279C" w:rsidP="00080837"/>
        </w:tc>
        <w:tc>
          <w:tcPr>
            <w:tcW w:w="1442" w:type="dxa"/>
          </w:tcPr>
          <w:p w:rsidR="005E279C" w:rsidRPr="000B57D0" w:rsidRDefault="005E279C" w:rsidP="00080837"/>
        </w:tc>
      </w:tr>
      <w:tr w:rsidR="005E279C" w:rsidRPr="000B57D0" w:rsidTr="009E35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1"/>
        </w:trPr>
        <w:tc>
          <w:tcPr>
            <w:tcW w:w="781" w:type="dxa"/>
            <w:vMerge/>
          </w:tcPr>
          <w:p w:rsidR="005E279C" w:rsidRPr="000B57D0" w:rsidRDefault="005E279C" w:rsidP="00080837"/>
        </w:tc>
        <w:tc>
          <w:tcPr>
            <w:tcW w:w="1095" w:type="dxa"/>
          </w:tcPr>
          <w:p w:rsidR="005E279C" w:rsidRPr="000B57D0" w:rsidRDefault="005E279C" w:rsidP="00080837"/>
        </w:tc>
        <w:tc>
          <w:tcPr>
            <w:tcW w:w="1485" w:type="dxa"/>
            <w:gridSpan w:val="3"/>
          </w:tcPr>
          <w:p w:rsidR="005E279C" w:rsidRPr="000B57D0" w:rsidRDefault="005E279C" w:rsidP="00080837"/>
        </w:tc>
        <w:tc>
          <w:tcPr>
            <w:tcW w:w="1185" w:type="dxa"/>
            <w:gridSpan w:val="2"/>
          </w:tcPr>
          <w:p w:rsidR="005E279C" w:rsidRPr="000B57D0" w:rsidRDefault="005E279C" w:rsidP="00080837"/>
        </w:tc>
        <w:tc>
          <w:tcPr>
            <w:tcW w:w="1425" w:type="dxa"/>
            <w:gridSpan w:val="2"/>
          </w:tcPr>
          <w:p w:rsidR="005E279C" w:rsidRPr="000B57D0" w:rsidRDefault="005E279C" w:rsidP="00080837"/>
        </w:tc>
        <w:tc>
          <w:tcPr>
            <w:tcW w:w="1515" w:type="dxa"/>
            <w:gridSpan w:val="2"/>
          </w:tcPr>
          <w:p w:rsidR="005E279C" w:rsidRPr="000B57D0" w:rsidRDefault="005E279C" w:rsidP="00080837"/>
        </w:tc>
        <w:tc>
          <w:tcPr>
            <w:tcW w:w="1442" w:type="dxa"/>
          </w:tcPr>
          <w:p w:rsidR="005E279C" w:rsidRPr="000B57D0" w:rsidRDefault="005E279C" w:rsidP="00080837"/>
        </w:tc>
      </w:tr>
      <w:tr w:rsidR="005E279C" w:rsidRPr="000B57D0" w:rsidTr="009E35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9"/>
        </w:trPr>
        <w:tc>
          <w:tcPr>
            <w:tcW w:w="781" w:type="dxa"/>
            <w:vMerge/>
          </w:tcPr>
          <w:p w:rsidR="005E279C" w:rsidRPr="000B57D0" w:rsidRDefault="005E279C" w:rsidP="00080837"/>
        </w:tc>
        <w:tc>
          <w:tcPr>
            <w:tcW w:w="1095" w:type="dxa"/>
          </w:tcPr>
          <w:p w:rsidR="005E279C" w:rsidRPr="000B57D0" w:rsidRDefault="005E279C" w:rsidP="00080837"/>
        </w:tc>
        <w:tc>
          <w:tcPr>
            <w:tcW w:w="1485" w:type="dxa"/>
            <w:gridSpan w:val="3"/>
          </w:tcPr>
          <w:p w:rsidR="005E279C" w:rsidRPr="000B57D0" w:rsidRDefault="005E279C" w:rsidP="00080837"/>
        </w:tc>
        <w:tc>
          <w:tcPr>
            <w:tcW w:w="1185" w:type="dxa"/>
            <w:gridSpan w:val="2"/>
          </w:tcPr>
          <w:p w:rsidR="005E279C" w:rsidRPr="000B57D0" w:rsidRDefault="005E279C" w:rsidP="00080837"/>
        </w:tc>
        <w:tc>
          <w:tcPr>
            <w:tcW w:w="1425" w:type="dxa"/>
            <w:gridSpan w:val="2"/>
          </w:tcPr>
          <w:p w:rsidR="005E279C" w:rsidRPr="000B57D0" w:rsidRDefault="005E279C" w:rsidP="00080837"/>
        </w:tc>
        <w:tc>
          <w:tcPr>
            <w:tcW w:w="1515" w:type="dxa"/>
            <w:gridSpan w:val="2"/>
          </w:tcPr>
          <w:p w:rsidR="005E279C" w:rsidRPr="000B57D0" w:rsidRDefault="005E279C" w:rsidP="00080837"/>
        </w:tc>
        <w:tc>
          <w:tcPr>
            <w:tcW w:w="1442" w:type="dxa"/>
          </w:tcPr>
          <w:p w:rsidR="005E279C" w:rsidRPr="000B57D0" w:rsidRDefault="005E279C" w:rsidP="00080837"/>
        </w:tc>
      </w:tr>
      <w:tr w:rsidR="005E279C" w:rsidRPr="000B57D0" w:rsidTr="009E35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781" w:type="dxa"/>
            <w:vMerge/>
          </w:tcPr>
          <w:p w:rsidR="005E279C" w:rsidRPr="000B57D0" w:rsidRDefault="005E279C" w:rsidP="00080837"/>
        </w:tc>
        <w:tc>
          <w:tcPr>
            <w:tcW w:w="1095" w:type="dxa"/>
          </w:tcPr>
          <w:p w:rsidR="005E279C" w:rsidRPr="000B57D0" w:rsidRDefault="005E279C" w:rsidP="00080837"/>
        </w:tc>
        <w:tc>
          <w:tcPr>
            <w:tcW w:w="1485" w:type="dxa"/>
            <w:gridSpan w:val="3"/>
          </w:tcPr>
          <w:p w:rsidR="005E279C" w:rsidRPr="000B57D0" w:rsidRDefault="005E279C" w:rsidP="00080837"/>
        </w:tc>
        <w:tc>
          <w:tcPr>
            <w:tcW w:w="1185" w:type="dxa"/>
            <w:gridSpan w:val="2"/>
          </w:tcPr>
          <w:p w:rsidR="005E279C" w:rsidRPr="000B57D0" w:rsidRDefault="005E279C" w:rsidP="00080837"/>
        </w:tc>
        <w:tc>
          <w:tcPr>
            <w:tcW w:w="1425" w:type="dxa"/>
            <w:gridSpan w:val="2"/>
          </w:tcPr>
          <w:p w:rsidR="005E279C" w:rsidRPr="000B57D0" w:rsidRDefault="005E279C" w:rsidP="00080837"/>
        </w:tc>
        <w:tc>
          <w:tcPr>
            <w:tcW w:w="1515" w:type="dxa"/>
            <w:gridSpan w:val="2"/>
          </w:tcPr>
          <w:p w:rsidR="005E279C" w:rsidRPr="000B57D0" w:rsidRDefault="005E279C" w:rsidP="00080837"/>
        </w:tc>
        <w:tc>
          <w:tcPr>
            <w:tcW w:w="1442" w:type="dxa"/>
          </w:tcPr>
          <w:p w:rsidR="005E279C" w:rsidRPr="000B57D0" w:rsidRDefault="005E279C" w:rsidP="00080837"/>
        </w:tc>
      </w:tr>
      <w:tr w:rsidR="005E279C" w:rsidRPr="000B57D0" w:rsidTr="009E35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0"/>
        </w:trPr>
        <w:tc>
          <w:tcPr>
            <w:tcW w:w="8928" w:type="dxa"/>
            <w:gridSpan w:val="12"/>
          </w:tcPr>
          <w:p w:rsidR="005E279C" w:rsidRDefault="005E279C" w:rsidP="00080837">
            <w:r w:rsidRPr="000B57D0">
              <w:rPr>
                <w:rFonts w:hint="eastAsia"/>
              </w:rPr>
              <w:t>填表说明：</w:t>
            </w:r>
          </w:p>
          <w:p w:rsidR="005E279C" w:rsidRDefault="005E279C" w:rsidP="00080837">
            <w:pPr>
              <w:ind w:firstLineChars="250" w:firstLine="525"/>
            </w:pPr>
            <w:r w:rsidRPr="000B57D0">
              <w:t>1</w:t>
            </w:r>
            <w:r w:rsidRPr="000B57D0">
              <w:rPr>
                <w:rFonts w:hint="eastAsia"/>
              </w:rPr>
              <w:t>、</w:t>
            </w:r>
            <w:r w:rsidRPr="0066131E">
              <w:rPr>
                <w:rFonts w:hint="eastAsia"/>
              </w:rPr>
              <w:t>报废资产</w:t>
            </w:r>
            <w:r w:rsidRPr="000B57D0">
              <w:rPr>
                <w:rFonts w:hint="eastAsia"/>
              </w:rPr>
              <w:t>设备</w:t>
            </w:r>
            <w:r>
              <w:rPr>
                <w:rFonts w:hint="eastAsia"/>
              </w:rPr>
              <w:t>栏目不够可自行续加；</w:t>
            </w:r>
          </w:p>
          <w:p w:rsidR="005E279C" w:rsidRDefault="005E279C" w:rsidP="00080837">
            <w:pPr>
              <w:ind w:firstLineChars="250" w:firstLine="525"/>
            </w:pPr>
            <w:r>
              <w:t>2</w:t>
            </w:r>
            <w:r>
              <w:rPr>
                <w:rFonts w:hint="eastAsia"/>
              </w:rPr>
              <w:t>、</w:t>
            </w:r>
            <w:r w:rsidRPr="000B57D0">
              <w:rPr>
                <w:rFonts w:hint="eastAsia"/>
              </w:rPr>
              <w:t>专家技术鉴定意见不能空缺</w:t>
            </w:r>
            <w:r>
              <w:rPr>
                <w:rFonts w:hint="eastAsia"/>
              </w:rPr>
              <w:t>；</w:t>
            </w:r>
          </w:p>
          <w:p w:rsidR="005E279C" w:rsidRDefault="005E279C" w:rsidP="00080837">
            <w:pPr>
              <w:ind w:firstLineChars="250" w:firstLine="525"/>
            </w:pPr>
            <w:r>
              <w:t>3</w:t>
            </w:r>
            <w:r>
              <w:rPr>
                <w:rFonts w:hint="eastAsia"/>
              </w:rPr>
              <w:t>、</w:t>
            </w:r>
            <w:r w:rsidRPr="000B57D0">
              <w:rPr>
                <w:rFonts w:hint="eastAsia"/>
              </w:rPr>
              <w:t>专家签名栏须鉴定专家本人亲笔签名。</w:t>
            </w:r>
          </w:p>
          <w:p w:rsidR="005E279C" w:rsidRPr="00862F83" w:rsidRDefault="005E279C" w:rsidP="00080837">
            <w:pPr>
              <w:ind w:firstLineChars="250" w:firstLine="525"/>
            </w:pPr>
          </w:p>
        </w:tc>
      </w:tr>
    </w:tbl>
    <w:p w:rsidR="005E279C" w:rsidRDefault="005E279C" w:rsidP="00EC5DB0">
      <w:r w:rsidRPr="00CA561F">
        <w:rPr>
          <w:rFonts w:ascii="宋体" w:hAnsi="宋体" w:cs="宋体" w:hint="eastAsia"/>
          <w:bCs/>
          <w:kern w:val="0"/>
          <w:sz w:val="24"/>
          <w:szCs w:val="24"/>
        </w:rPr>
        <w:t>部门：</w:t>
      </w:r>
      <w:r>
        <w:rPr>
          <w:rFonts w:ascii="宋体" w:hAnsi="宋体" w:cs="宋体"/>
          <w:bCs/>
          <w:kern w:val="0"/>
          <w:sz w:val="24"/>
          <w:szCs w:val="24"/>
        </w:rPr>
        <w:t xml:space="preserve">                                             </w:t>
      </w:r>
      <w:r w:rsidRPr="00CA561F">
        <w:rPr>
          <w:rFonts w:ascii="宋体" w:hAnsi="宋体" w:cs="宋体" w:hint="eastAsia"/>
          <w:bCs/>
          <w:kern w:val="0"/>
          <w:sz w:val="24"/>
          <w:szCs w:val="24"/>
        </w:rPr>
        <w:t>日期：</w:t>
      </w:r>
      <w:r>
        <w:rPr>
          <w:rFonts w:ascii="宋体" w:hAnsi="宋体" w:cs="宋体"/>
          <w:bCs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bCs/>
          <w:kern w:val="0"/>
          <w:sz w:val="24"/>
          <w:szCs w:val="24"/>
        </w:rPr>
        <w:t>年</w:t>
      </w:r>
      <w:r>
        <w:rPr>
          <w:rFonts w:ascii="宋体" w:hAnsi="宋体" w:cs="宋体"/>
          <w:bCs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bCs/>
          <w:kern w:val="0"/>
          <w:sz w:val="24"/>
          <w:szCs w:val="24"/>
        </w:rPr>
        <w:t>月</w:t>
      </w:r>
      <w:r>
        <w:rPr>
          <w:rFonts w:ascii="宋体" w:hAnsi="宋体" w:cs="宋体"/>
          <w:bCs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bCs/>
          <w:kern w:val="0"/>
          <w:sz w:val="24"/>
          <w:szCs w:val="24"/>
        </w:rPr>
        <w:t>日</w:t>
      </w:r>
    </w:p>
    <w:sectPr w:rsidR="005E279C" w:rsidSect="00711169">
      <w:pgSz w:w="11906" w:h="16838"/>
      <w:pgMar w:top="1440" w:right="140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41D"/>
    <w:rsid w:val="0007594C"/>
    <w:rsid w:val="00080837"/>
    <w:rsid w:val="000B57D0"/>
    <w:rsid w:val="00143216"/>
    <w:rsid w:val="00170B18"/>
    <w:rsid w:val="00176887"/>
    <w:rsid w:val="00177F54"/>
    <w:rsid w:val="001D4EF8"/>
    <w:rsid w:val="00236129"/>
    <w:rsid w:val="00274CD3"/>
    <w:rsid w:val="002873A4"/>
    <w:rsid w:val="002A2907"/>
    <w:rsid w:val="00334254"/>
    <w:rsid w:val="003859C3"/>
    <w:rsid w:val="003969D6"/>
    <w:rsid w:val="003A3A64"/>
    <w:rsid w:val="00452510"/>
    <w:rsid w:val="00475F3C"/>
    <w:rsid w:val="00541315"/>
    <w:rsid w:val="005519BF"/>
    <w:rsid w:val="005932ED"/>
    <w:rsid w:val="005E279C"/>
    <w:rsid w:val="00657FD0"/>
    <w:rsid w:val="00657FEC"/>
    <w:rsid w:val="0066131E"/>
    <w:rsid w:val="007058F1"/>
    <w:rsid w:val="00711169"/>
    <w:rsid w:val="007535FF"/>
    <w:rsid w:val="0083341D"/>
    <w:rsid w:val="00844F0D"/>
    <w:rsid w:val="00862F83"/>
    <w:rsid w:val="008834C1"/>
    <w:rsid w:val="0098157F"/>
    <w:rsid w:val="009A5C75"/>
    <w:rsid w:val="009B16CB"/>
    <w:rsid w:val="009C2B6F"/>
    <w:rsid w:val="009E35F1"/>
    <w:rsid w:val="00A6306F"/>
    <w:rsid w:val="00A773F3"/>
    <w:rsid w:val="00A83F46"/>
    <w:rsid w:val="00B176F0"/>
    <w:rsid w:val="00B3215F"/>
    <w:rsid w:val="00B54285"/>
    <w:rsid w:val="00B677B1"/>
    <w:rsid w:val="00C11AF4"/>
    <w:rsid w:val="00C345D4"/>
    <w:rsid w:val="00C80790"/>
    <w:rsid w:val="00CA561F"/>
    <w:rsid w:val="00DD2CEA"/>
    <w:rsid w:val="00EC5DB0"/>
    <w:rsid w:val="00FA32C1"/>
    <w:rsid w:val="00FF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7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9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56</Words>
  <Characters>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李枫</dc:creator>
  <cp:keywords/>
  <dc:description/>
  <cp:lastModifiedBy>尤佳春</cp:lastModifiedBy>
  <cp:revision>24</cp:revision>
  <cp:lastPrinted>2017-03-28T02:54:00Z</cp:lastPrinted>
  <dcterms:created xsi:type="dcterms:W3CDTF">2017-03-10T08:01:00Z</dcterms:created>
  <dcterms:modified xsi:type="dcterms:W3CDTF">2017-04-10T01:39:00Z</dcterms:modified>
</cp:coreProperties>
</file>